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D61454" w:rsidRDefault="00D61454">
      <w:pPr>
        <w:rPr>
          <w:rFonts w:ascii="Arial" w:hAnsi="Arial" w:cs="Arial"/>
          <w:b/>
          <w:sz w:val="32"/>
        </w:rPr>
      </w:pPr>
      <w:r w:rsidRPr="00D61454">
        <w:rPr>
          <w:rFonts w:ascii="Arial" w:hAnsi="Arial" w:cs="Arial"/>
          <w:b/>
          <w:sz w:val="32"/>
        </w:rPr>
        <w:t>Quadrillage :</w:t>
      </w:r>
    </w:p>
    <w:p w:rsidR="00D61454" w:rsidRDefault="00D61454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2"/>
        <w:gridCol w:w="1072"/>
        <w:gridCol w:w="1073"/>
        <w:gridCol w:w="1073"/>
        <w:gridCol w:w="1073"/>
        <w:gridCol w:w="1073"/>
      </w:tblGrid>
      <w:tr w:rsidR="00D61454" w:rsidTr="00D61454">
        <w:trPr>
          <w:trHeight w:val="969"/>
        </w:trPr>
        <w:tc>
          <w:tcPr>
            <w:tcW w:w="1072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</w:tr>
      <w:tr w:rsidR="00D61454" w:rsidTr="00D61454">
        <w:trPr>
          <w:trHeight w:val="969"/>
        </w:trPr>
        <w:tc>
          <w:tcPr>
            <w:tcW w:w="1072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</w:tr>
      <w:tr w:rsidR="00D61454" w:rsidTr="00D61454">
        <w:trPr>
          <w:trHeight w:val="920"/>
        </w:trPr>
        <w:tc>
          <w:tcPr>
            <w:tcW w:w="1072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</w:tr>
      <w:tr w:rsidR="00D61454" w:rsidTr="00D61454">
        <w:trPr>
          <w:trHeight w:val="1016"/>
        </w:trPr>
        <w:tc>
          <w:tcPr>
            <w:tcW w:w="1072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>
            <w:pPr>
              <w:rPr>
                <w:rFonts w:ascii="Arial" w:hAnsi="Arial" w:cs="Arial"/>
                <w:sz w:val="28"/>
              </w:rPr>
            </w:pPr>
          </w:p>
        </w:tc>
      </w:tr>
    </w:tbl>
    <w:p w:rsidR="00D61454" w:rsidRDefault="00D61454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2"/>
        <w:gridCol w:w="1072"/>
        <w:gridCol w:w="1073"/>
        <w:gridCol w:w="1073"/>
        <w:gridCol w:w="1073"/>
        <w:gridCol w:w="1073"/>
      </w:tblGrid>
      <w:tr w:rsidR="00D61454" w:rsidTr="00910839">
        <w:trPr>
          <w:trHeight w:val="969"/>
        </w:trPr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</w:tr>
      <w:tr w:rsidR="00D61454" w:rsidTr="00910839">
        <w:trPr>
          <w:trHeight w:val="969"/>
        </w:trPr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</w:tr>
      <w:tr w:rsidR="00D61454" w:rsidTr="00910839">
        <w:trPr>
          <w:trHeight w:val="920"/>
        </w:trPr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</w:tr>
      <w:tr w:rsidR="00D61454" w:rsidTr="00910839">
        <w:trPr>
          <w:trHeight w:val="1016"/>
        </w:trPr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</w:tr>
    </w:tbl>
    <w:p w:rsidR="00D61454" w:rsidRDefault="00D61454">
      <w:pPr>
        <w:rPr>
          <w:rFonts w:ascii="Arial" w:hAnsi="Arial" w:cs="Arial"/>
          <w:sz w:val="28"/>
        </w:rPr>
      </w:pPr>
    </w:p>
    <w:p w:rsidR="00D61454" w:rsidRDefault="00D61454">
      <w:pPr>
        <w:rPr>
          <w:rFonts w:ascii="Arial" w:hAnsi="Arial" w:cs="Arial"/>
          <w:sz w:val="28"/>
        </w:rPr>
      </w:pPr>
    </w:p>
    <w:p w:rsidR="00D61454" w:rsidRPr="00D61454" w:rsidRDefault="00D61454" w:rsidP="00D61454">
      <w:pPr>
        <w:rPr>
          <w:rFonts w:ascii="Arial" w:hAnsi="Arial" w:cs="Arial"/>
          <w:b/>
          <w:sz w:val="32"/>
        </w:rPr>
      </w:pPr>
      <w:r w:rsidRPr="00D61454">
        <w:rPr>
          <w:rFonts w:ascii="Arial" w:hAnsi="Arial" w:cs="Arial"/>
          <w:b/>
          <w:sz w:val="32"/>
        </w:rPr>
        <w:t>Quadrillage :</w:t>
      </w:r>
    </w:p>
    <w:p w:rsidR="00D61454" w:rsidRDefault="00D61454" w:rsidP="00D61454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2"/>
        <w:gridCol w:w="1072"/>
        <w:gridCol w:w="1073"/>
        <w:gridCol w:w="1073"/>
        <w:gridCol w:w="1073"/>
        <w:gridCol w:w="1073"/>
      </w:tblGrid>
      <w:tr w:rsidR="00D61454" w:rsidTr="00910839">
        <w:trPr>
          <w:trHeight w:val="969"/>
        </w:trPr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</w:tr>
      <w:tr w:rsidR="00D61454" w:rsidTr="00910839">
        <w:trPr>
          <w:trHeight w:val="969"/>
        </w:trPr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</w:tr>
      <w:tr w:rsidR="00D61454" w:rsidTr="00910839">
        <w:trPr>
          <w:trHeight w:val="920"/>
        </w:trPr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</w:tr>
      <w:tr w:rsidR="00D61454" w:rsidTr="00910839">
        <w:trPr>
          <w:trHeight w:val="1016"/>
        </w:trPr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</w:tr>
    </w:tbl>
    <w:p w:rsidR="00D61454" w:rsidRDefault="00D61454" w:rsidP="00D61454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72"/>
        <w:gridCol w:w="1072"/>
        <w:gridCol w:w="1073"/>
        <w:gridCol w:w="1073"/>
        <w:gridCol w:w="1073"/>
        <w:gridCol w:w="1073"/>
      </w:tblGrid>
      <w:tr w:rsidR="00D61454" w:rsidTr="00910839">
        <w:trPr>
          <w:trHeight w:val="969"/>
        </w:trPr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</w:tr>
      <w:tr w:rsidR="00D61454" w:rsidTr="00910839">
        <w:trPr>
          <w:trHeight w:val="969"/>
        </w:trPr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</w:tr>
      <w:tr w:rsidR="00D61454" w:rsidTr="00910839">
        <w:trPr>
          <w:trHeight w:val="920"/>
        </w:trPr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</w:tr>
      <w:tr w:rsidR="00D61454" w:rsidTr="00910839">
        <w:trPr>
          <w:trHeight w:val="1016"/>
        </w:trPr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2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073" w:type="dxa"/>
          </w:tcPr>
          <w:p w:rsidR="00D61454" w:rsidRDefault="00D61454" w:rsidP="00910839">
            <w:pPr>
              <w:rPr>
                <w:rFonts w:ascii="Arial" w:hAnsi="Arial" w:cs="Arial"/>
                <w:sz w:val="28"/>
              </w:rPr>
            </w:pPr>
          </w:p>
        </w:tc>
      </w:tr>
    </w:tbl>
    <w:p w:rsidR="00D61454" w:rsidRPr="007E024D" w:rsidRDefault="00D61454" w:rsidP="00D61454">
      <w:pPr>
        <w:rPr>
          <w:rFonts w:ascii="Arial" w:hAnsi="Arial" w:cs="Arial"/>
          <w:sz w:val="28"/>
        </w:rPr>
      </w:pPr>
    </w:p>
    <w:p w:rsidR="00D61454" w:rsidRPr="007E024D" w:rsidRDefault="00D61454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D61454" w:rsidRPr="007E024D" w:rsidSect="00D6145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454"/>
    <w:rsid w:val="001D645B"/>
    <w:rsid w:val="005175A3"/>
    <w:rsid w:val="005F7238"/>
    <w:rsid w:val="007E024D"/>
    <w:rsid w:val="00D6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0A81B-68EB-426D-9E2C-213204C67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61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1</cp:revision>
  <dcterms:created xsi:type="dcterms:W3CDTF">2017-05-07T14:42:00Z</dcterms:created>
  <dcterms:modified xsi:type="dcterms:W3CDTF">2017-05-07T14:45:00Z</dcterms:modified>
</cp:coreProperties>
</file>